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38594" w14:textId="77777777" w:rsidR="00D86158" w:rsidRPr="00D86158" w:rsidRDefault="00D86158" w:rsidP="00D86158">
      <w:pPr>
        <w:pStyle w:val="Punktygwne"/>
        <w:spacing w:after="0"/>
        <w:jc w:val="right"/>
        <w:rPr>
          <w:rFonts w:ascii="Corbel" w:hAnsi="Corbel"/>
          <w:bCs/>
          <w:smallCaps w:val="0"/>
          <w:sz w:val="22"/>
        </w:rPr>
      </w:pPr>
      <w:r w:rsidRPr="00D86158">
        <w:rPr>
          <w:rFonts w:ascii="Corbel" w:hAnsi="Corbel"/>
          <w:bCs/>
          <w:smallCaps w:val="0"/>
          <w:sz w:val="22"/>
        </w:rPr>
        <w:t>Załącznik nr 1.5 do Zarządzenia Rektora UR nr 12/2019</w:t>
      </w:r>
    </w:p>
    <w:p w14:paraId="45A84028" w14:textId="7CC485C9" w:rsidR="00D86158" w:rsidRPr="00D86158" w:rsidRDefault="00D86158" w:rsidP="00D86158">
      <w:pPr>
        <w:pStyle w:val="Punktygwne"/>
        <w:spacing w:after="0"/>
        <w:jc w:val="center"/>
        <w:rPr>
          <w:rFonts w:ascii="Corbel" w:hAnsi="Corbel"/>
          <w:bCs/>
          <w:smallCaps w:val="0"/>
          <w:sz w:val="22"/>
        </w:rPr>
      </w:pPr>
      <w:r w:rsidRPr="00D86158">
        <w:rPr>
          <w:rFonts w:ascii="Corbel" w:hAnsi="Corbel"/>
          <w:bCs/>
          <w:smallCaps w:val="0"/>
          <w:sz w:val="22"/>
        </w:rPr>
        <w:t>Sylabus</w:t>
      </w:r>
    </w:p>
    <w:p w14:paraId="62B2215C" w14:textId="5FE22D4A" w:rsidR="00D86158" w:rsidRPr="00D86158" w:rsidRDefault="00D86158" w:rsidP="00D86158">
      <w:pPr>
        <w:pStyle w:val="Punktygwne"/>
        <w:spacing w:before="0" w:after="0"/>
        <w:jc w:val="center"/>
        <w:rPr>
          <w:rFonts w:ascii="Corbel" w:hAnsi="Corbel"/>
          <w:bCs/>
          <w:smallCaps w:val="0"/>
          <w:sz w:val="22"/>
        </w:rPr>
      </w:pPr>
      <w:r w:rsidRPr="00D86158">
        <w:rPr>
          <w:rFonts w:ascii="Corbel" w:hAnsi="Corbel"/>
          <w:bCs/>
          <w:smallCaps w:val="0"/>
          <w:sz w:val="22"/>
        </w:rPr>
        <w:t xml:space="preserve">DOTYCZY CYKLU KSZTAŁCENIA </w:t>
      </w:r>
      <w:r w:rsidR="00624DEE">
        <w:rPr>
          <w:rFonts w:ascii="Corbel" w:hAnsi="Corbel"/>
          <w:bCs/>
          <w:smallCaps w:val="0"/>
          <w:sz w:val="22"/>
        </w:rPr>
        <w:t>2022-2026</w:t>
      </w:r>
    </w:p>
    <w:p w14:paraId="66B6B6AA" w14:textId="77777777" w:rsidR="00D86158" w:rsidRPr="00D86158" w:rsidRDefault="00D86158" w:rsidP="00D86158">
      <w:pPr>
        <w:pStyle w:val="Punktygwne"/>
        <w:spacing w:before="0" w:after="0"/>
        <w:ind w:left="2832" w:firstLine="708"/>
        <w:jc w:val="center"/>
        <w:rPr>
          <w:rFonts w:ascii="Corbel" w:hAnsi="Corbel"/>
          <w:bCs/>
          <w:smallCaps w:val="0"/>
          <w:sz w:val="22"/>
        </w:rPr>
      </w:pPr>
      <w:r w:rsidRPr="00D86158">
        <w:rPr>
          <w:rFonts w:ascii="Corbel" w:hAnsi="Corbel"/>
          <w:bCs/>
          <w:smallCaps w:val="0"/>
          <w:sz w:val="22"/>
        </w:rPr>
        <w:t>(skrajne daty)</w:t>
      </w:r>
    </w:p>
    <w:p w14:paraId="5E34ECA3" w14:textId="77777777" w:rsidR="00D86158" w:rsidRDefault="00D86158" w:rsidP="00D86158">
      <w:pPr>
        <w:pStyle w:val="Punktygwne"/>
        <w:spacing w:before="0" w:after="0"/>
        <w:jc w:val="center"/>
        <w:rPr>
          <w:rFonts w:ascii="Corbel" w:hAnsi="Corbel"/>
          <w:bCs/>
          <w:smallCaps w:val="0"/>
          <w:sz w:val="22"/>
        </w:rPr>
      </w:pPr>
    </w:p>
    <w:p w14:paraId="121C8BEE" w14:textId="3D07723D" w:rsidR="00D86158" w:rsidRDefault="00D86158" w:rsidP="00D86158">
      <w:pPr>
        <w:pStyle w:val="Punktygwne"/>
        <w:spacing w:before="0" w:after="0"/>
        <w:jc w:val="center"/>
        <w:rPr>
          <w:rFonts w:ascii="Corbel" w:hAnsi="Corbel"/>
          <w:bCs/>
          <w:smallCaps w:val="0"/>
          <w:sz w:val="22"/>
        </w:rPr>
      </w:pPr>
      <w:r w:rsidRPr="00D86158">
        <w:rPr>
          <w:rFonts w:ascii="Corbel" w:hAnsi="Corbel"/>
          <w:bCs/>
          <w:smallCaps w:val="0"/>
          <w:sz w:val="22"/>
        </w:rPr>
        <w:t xml:space="preserve">Rok akademicki </w:t>
      </w:r>
      <w:r>
        <w:rPr>
          <w:rFonts w:ascii="Corbel" w:hAnsi="Corbel"/>
          <w:bCs/>
          <w:smallCaps w:val="0"/>
          <w:sz w:val="22"/>
        </w:rPr>
        <w:t>2024</w:t>
      </w:r>
      <w:r w:rsidR="00624DEE">
        <w:rPr>
          <w:rFonts w:ascii="Corbel" w:hAnsi="Corbel"/>
          <w:bCs/>
          <w:smallCaps w:val="0"/>
          <w:sz w:val="22"/>
        </w:rPr>
        <w:t>/2025</w:t>
      </w:r>
      <w:bookmarkStart w:id="0" w:name="_GoBack"/>
      <w:bookmarkEnd w:id="0"/>
    </w:p>
    <w:p w14:paraId="1E2F1EC9" w14:textId="77777777" w:rsidR="00D86158" w:rsidRDefault="00D86158" w:rsidP="00D86158">
      <w:pPr>
        <w:pStyle w:val="Punktygwne"/>
        <w:spacing w:before="0" w:after="0"/>
        <w:jc w:val="center"/>
        <w:rPr>
          <w:rFonts w:ascii="Corbel" w:hAnsi="Corbel"/>
          <w:bCs/>
          <w:smallCaps w:val="0"/>
          <w:sz w:val="22"/>
        </w:rPr>
      </w:pPr>
    </w:p>
    <w:p w14:paraId="554B9759" w14:textId="25A3A5CE" w:rsidR="0085747A" w:rsidRPr="00183B36" w:rsidRDefault="0071620A" w:rsidP="00D8615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3B36">
        <w:rPr>
          <w:rFonts w:ascii="Corbel" w:hAnsi="Corbel"/>
          <w:szCs w:val="24"/>
        </w:rPr>
        <w:t xml:space="preserve">1. </w:t>
      </w:r>
      <w:r w:rsidR="0085747A" w:rsidRPr="00183B36">
        <w:rPr>
          <w:rFonts w:ascii="Corbel" w:hAnsi="Corbel"/>
          <w:szCs w:val="24"/>
        </w:rPr>
        <w:t xml:space="preserve">Podstawowe </w:t>
      </w:r>
      <w:r w:rsidR="00445970" w:rsidRPr="00183B3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3B36" w14:paraId="6B34CD3F" w14:textId="77777777" w:rsidTr="00B819C8">
        <w:tc>
          <w:tcPr>
            <w:tcW w:w="2694" w:type="dxa"/>
            <w:vAlign w:val="center"/>
          </w:tcPr>
          <w:p w14:paraId="4FFA0D58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DEC4E8" w14:textId="77777777" w:rsidR="0085747A" w:rsidRPr="00D86158" w:rsidRDefault="005136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D86158">
              <w:rPr>
                <w:rFonts w:ascii="Corbel" w:hAnsi="Corbel"/>
                <w:sz w:val="22"/>
              </w:rPr>
              <w:t>Prawo rodzinne</w:t>
            </w:r>
          </w:p>
        </w:tc>
      </w:tr>
      <w:tr w:rsidR="0085747A" w:rsidRPr="00183B36" w14:paraId="7F8D10E5" w14:textId="77777777" w:rsidTr="00B819C8">
        <w:tc>
          <w:tcPr>
            <w:tcW w:w="2694" w:type="dxa"/>
            <w:vAlign w:val="center"/>
          </w:tcPr>
          <w:p w14:paraId="63B2E957" w14:textId="77777777" w:rsidR="0085747A" w:rsidRPr="00183B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AE8765" w14:textId="0F41171D" w:rsidR="0085747A" w:rsidRPr="00183B3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5136C5" w:rsidRPr="00183B36" w14:paraId="332EAA79" w14:textId="77777777" w:rsidTr="00B819C8">
        <w:tc>
          <w:tcPr>
            <w:tcW w:w="2694" w:type="dxa"/>
            <w:vAlign w:val="center"/>
          </w:tcPr>
          <w:p w14:paraId="61CE0DE9" w14:textId="77777777" w:rsidR="005136C5" w:rsidRPr="00183B36" w:rsidRDefault="005136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F89310" w14:textId="77777777" w:rsidR="005136C5" w:rsidRPr="00183B36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136C5" w:rsidRPr="00183B36" w14:paraId="2021EF35" w14:textId="77777777" w:rsidTr="00B819C8">
        <w:tc>
          <w:tcPr>
            <w:tcW w:w="2694" w:type="dxa"/>
            <w:vAlign w:val="center"/>
          </w:tcPr>
          <w:p w14:paraId="204EBFBF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1EC96C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</w:rPr>
              <w:t xml:space="preserve">Zakład Prawa Cywilnego </w:t>
            </w:r>
            <w:r w:rsidR="009B2572">
              <w:rPr>
                <w:rFonts w:ascii="Corbel" w:hAnsi="Corbel"/>
                <w:b w:val="0"/>
              </w:rPr>
              <w:t>Instytut Nauk Prawnych</w:t>
            </w:r>
          </w:p>
        </w:tc>
      </w:tr>
      <w:tr w:rsidR="005136C5" w:rsidRPr="00183B36" w14:paraId="40AE466F" w14:textId="77777777" w:rsidTr="00B819C8">
        <w:tc>
          <w:tcPr>
            <w:tcW w:w="2694" w:type="dxa"/>
            <w:vAlign w:val="center"/>
          </w:tcPr>
          <w:p w14:paraId="50E275DB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D035D7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5136C5" w:rsidRPr="00183B36" w14:paraId="590F989D" w14:textId="77777777" w:rsidTr="00B819C8">
        <w:tc>
          <w:tcPr>
            <w:tcW w:w="2694" w:type="dxa"/>
            <w:vAlign w:val="center"/>
          </w:tcPr>
          <w:p w14:paraId="78D0D52E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8F4323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5136C5" w:rsidRPr="00183B36" w14:paraId="3A4D7262" w14:textId="77777777" w:rsidTr="00B819C8">
        <w:tc>
          <w:tcPr>
            <w:tcW w:w="2694" w:type="dxa"/>
            <w:vAlign w:val="center"/>
          </w:tcPr>
          <w:p w14:paraId="465EA576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FE8552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5136C5" w:rsidRPr="00183B36" w14:paraId="468FE4A9" w14:textId="77777777" w:rsidTr="00B819C8">
        <w:tc>
          <w:tcPr>
            <w:tcW w:w="2694" w:type="dxa"/>
            <w:vAlign w:val="center"/>
          </w:tcPr>
          <w:p w14:paraId="4829DA0A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9E9391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5136C5" w:rsidRPr="00183B36" w14:paraId="435CB756" w14:textId="77777777" w:rsidTr="00B819C8">
        <w:tc>
          <w:tcPr>
            <w:tcW w:w="2694" w:type="dxa"/>
            <w:vAlign w:val="center"/>
          </w:tcPr>
          <w:p w14:paraId="19441012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2952DC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5136C5" w:rsidRPr="00183B36" w14:paraId="4418E907" w14:textId="77777777" w:rsidTr="00B819C8">
        <w:tc>
          <w:tcPr>
            <w:tcW w:w="2694" w:type="dxa"/>
            <w:vAlign w:val="center"/>
          </w:tcPr>
          <w:p w14:paraId="56F229EB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3F07BF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5136C5" w:rsidRPr="00183B36" w14:paraId="3C8FE721" w14:textId="77777777" w:rsidTr="00B819C8">
        <w:tc>
          <w:tcPr>
            <w:tcW w:w="2694" w:type="dxa"/>
            <w:vAlign w:val="center"/>
          </w:tcPr>
          <w:p w14:paraId="0AB085B1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058A1A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Język polski</w:t>
            </w:r>
          </w:p>
        </w:tc>
      </w:tr>
      <w:tr w:rsidR="005136C5" w:rsidRPr="00624DEE" w14:paraId="096919EC" w14:textId="77777777" w:rsidTr="00B819C8">
        <w:tc>
          <w:tcPr>
            <w:tcW w:w="2694" w:type="dxa"/>
            <w:vAlign w:val="center"/>
          </w:tcPr>
          <w:p w14:paraId="77A2B51A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0A97AA" w14:textId="77777777" w:rsidR="005136C5" w:rsidRPr="009B2572" w:rsidRDefault="009B2572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9B2572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9B2572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Roman Uliasz, prof. UR</w:t>
            </w:r>
          </w:p>
        </w:tc>
      </w:tr>
      <w:tr w:rsidR="005136C5" w:rsidRPr="00183B36" w14:paraId="377734A0" w14:textId="77777777" w:rsidTr="00B819C8">
        <w:tc>
          <w:tcPr>
            <w:tcW w:w="2694" w:type="dxa"/>
            <w:vAlign w:val="center"/>
          </w:tcPr>
          <w:p w14:paraId="201418F3" w14:textId="77777777" w:rsidR="005136C5" w:rsidRPr="00183B36" w:rsidRDefault="005136C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0DEE2E" w14:textId="77777777" w:rsidR="005136C5" w:rsidRPr="00183B36" w:rsidRDefault="005136C5" w:rsidP="004B0E7F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183B36"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</w:p>
        </w:tc>
      </w:tr>
    </w:tbl>
    <w:p w14:paraId="732AB6C3" w14:textId="36C89508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="00D86158">
        <w:rPr>
          <w:rFonts w:ascii="Corbel" w:hAnsi="Corbel"/>
          <w:b w:val="0"/>
          <w:sz w:val="24"/>
          <w:szCs w:val="24"/>
        </w:rPr>
        <w:t xml:space="preserve"> 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48B25279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12BAB4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187EB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8"/>
        <w:gridCol w:w="851"/>
        <w:gridCol w:w="801"/>
        <w:gridCol w:w="821"/>
        <w:gridCol w:w="763"/>
        <w:gridCol w:w="948"/>
        <w:gridCol w:w="1189"/>
        <w:gridCol w:w="1506"/>
      </w:tblGrid>
      <w:tr w:rsidR="00015B8F" w:rsidRPr="00183B36" w14:paraId="202A27CB" w14:textId="77777777" w:rsidTr="00D8615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3E6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1C1DDA65" w14:textId="77777777"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5C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Wykł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1EE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6B2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Konw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0FE8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0A39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Sem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2FD5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D36D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3B36">
              <w:rPr>
                <w:rFonts w:ascii="Corbel" w:hAnsi="Corbel"/>
                <w:szCs w:val="24"/>
              </w:rPr>
              <w:t>Prakt</w:t>
            </w:r>
            <w:proofErr w:type="spellEnd"/>
            <w:r w:rsidRPr="00183B3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B64A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2FD6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305BEB64" w14:textId="77777777" w:rsidTr="00D8615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64C0" w14:textId="16DBC89E" w:rsidR="005136C5" w:rsidRPr="00183B36" w:rsidRDefault="00D861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6D099" w14:textId="77777777" w:rsidR="005136C5" w:rsidRPr="00183B36" w:rsidRDefault="005F1CAD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55ED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61E7F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A6D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0CA8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4E7D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F9DC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4EB5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2ACD" w14:textId="2D30736B" w:rsidR="005136C5" w:rsidRPr="00183B36" w:rsidRDefault="008602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438081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A5AE68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208194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3917F4A4" w14:textId="77777777" w:rsidR="0085747A" w:rsidRPr="00183B36" w:rsidRDefault="00513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11044D" w14:textId="77777777" w:rsidR="0085747A" w:rsidRPr="00183B3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MS Gothic" w:cs="MS Gothic"/>
          <w:b w:val="0"/>
          <w:szCs w:val="24"/>
        </w:rPr>
        <w:t>☐</w:t>
      </w:r>
      <w:r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DEFE2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BA1401" w14:textId="77777777" w:rsidR="00C902BE" w:rsidRDefault="00C902B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4C5EC6F" w14:textId="0877530F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0C50AA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AEA1A" w14:textId="12C6E472" w:rsidR="005136C5" w:rsidRPr="00183B36" w:rsidRDefault="005136C5" w:rsidP="00D86158">
      <w:pPr>
        <w:spacing w:after="0" w:line="240" w:lineRule="auto"/>
        <w:jc w:val="both"/>
        <w:rPr>
          <w:rFonts w:ascii="Corbel" w:hAnsi="Corbel"/>
          <w:b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 </w:t>
      </w:r>
      <w:r w:rsidRPr="00183B36">
        <w:rPr>
          <w:rFonts w:ascii="Corbel" w:eastAsia="Cambria" w:hAnsi="Corbel"/>
        </w:rPr>
        <w:t xml:space="preserve">Egzamin ustny albo pisemny </w:t>
      </w:r>
    </w:p>
    <w:p w14:paraId="5E9A28A6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6594C" w14:textId="478D00F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p w14:paraId="076A4432" w14:textId="77777777" w:rsidR="00D86158" w:rsidRPr="00183B36" w:rsidRDefault="00D8615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3CE53CFA" w14:textId="77777777" w:rsidTr="00745302">
        <w:tc>
          <w:tcPr>
            <w:tcW w:w="9670" w:type="dxa"/>
          </w:tcPr>
          <w:p w14:paraId="76BC9D23" w14:textId="480A207C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prawa cywilnego</w:t>
            </w:r>
          </w:p>
        </w:tc>
      </w:tr>
    </w:tbl>
    <w:p w14:paraId="41612700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1FF38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7E48E77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E50EE2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6778CCBD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114B8611" w14:textId="77777777" w:rsidTr="00923D7D">
        <w:tc>
          <w:tcPr>
            <w:tcW w:w="851" w:type="dxa"/>
            <w:vAlign w:val="center"/>
          </w:tcPr>
          <w:p w14:paraId="20536A4B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218DD9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46DBF24F" w14:textId="77777777" w:rsidTr="00923D7D">
        <w:tc>
          <w:tcPr>
            <w:tcW w:w="851" w:type="dxa"/>
            <w:vAlign w:val="center"/>
          </w:tcPr>
          <w:p w14:paraId="1962F18D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D96A9E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27C033D2" w14:textId="77777777" w:rsidTr="00923D7D">
        <w:tc>
          <w:tcPr>
            <w:tcW w:w="851" w:type="dxa"/>
            <w:vAlign w:val="center"/>
          </w:tcPr>
          <w:p w14:paraId="7EEBA267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C2443A" w14:textId="73369851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</w:t>
            </w:r>
            <w:r w:rsidR="00D8615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>nie pism procesowych.</w:t>
            </w:r>
          </w:p>
        </w:tc>
      </w:tr>
    </w:tbl>
    <w:p w14:paraId="1390D576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59BEFF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2C012025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754"/>
        <w:gridCol w:w="1603"/>
      </w:tblGrid>
      <w:tr w:rsidR="0085747A" w:rsidRPr="00183B36" w14:paraId="508F44E6" w14:textId="77777777" w:rsidTr="00D86158">
        <w:tc>
          <w:tcPr>
            <w:tcW w:w="1163" w:type="dxa"/>
            <w:vAlign w:val="center"/>
          </w:tcPr>
          <w:p w14:paraId="423AE74F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754" w:type="dxa"/>
            <w:vAlign w:val="center"/>
          </w:tcPr>
          <w:p w14:paraId="68C8A08E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73C46623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5E7EC793" w14:textId="77777777" w:rsidTr="00D86158">
        <w:tc>
          <w:tcPr>
            <w:tcW w:w="1163" w:type="dxa"/>
          </w:tcPr>
          <w:p w14:paraId="235312E2" w14:textId="77777777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754" w:type="dxa"/>
          </w:tcPr>
          <w:p w14:paraId="45082E16" w14:textId="77777777" w:rsidR="00C96B13" w:rsidRPr="00D86158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</w:tcPr>
          <w:p w14:paraId="65DCCE7E" w14:textId="77777777" w:rsidR="00C96B13" w:rsidRPr="00D86158" w:rsidRDefault="00C11E82" w:rsidP="004B0E7F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  <w:r w:rsidR="00C96B13" w:rsidRPr="00D861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2EAA312" w14:textId="77777777" w:rsidR="00C96B13" w:rsidRPr="00D86158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14:paraId="337EB491" w14:textId="77777777" w:rsidTr="00D86158">
        <w:tc>
          <w:tcPr>
            <w:tcW w:w="1163" w:type="dxa"/>
          </w:tcPr>
          <w:p w14:paraId="40BB2AAB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754" w:type="dxa"/>
          </w:tcPr>
          <w:p w14:paraId="6760BAE9" w14:textId="77777777" w:rsidR="00FF5846" w:rsidRPr="00D86158" w:rsidRDefault="0086020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</w:tcPr>
          <w:p w14:paraId="04EF5FDB" w14:textId="77777777" w:rsidR="00FF5846" w:rsidRPr="00D86158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K_W02</w:t>
            </w:r>
          </w:p>
          <w:p w14:paraId="6E3CF48D" w14:textId="77777777" w:rsidR="00FF5846" w:rsidRPr="00D86158" w:rsidRDefault="00FF5846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3E0045" w:rsidRPr="00183B36" w14:paraId="6B2BA7B4" w14:textId="77777777" w:rsidTr="00D86158">
        <w:trPr>
          <w:trHeight w:val="98"/>
        </w:trPr>
        <w:tc>
          <w:tcPr>
            <w:tcW w:w="1163" w:type="dxa"/>
          </w:tcPr>
          <w:p w14:paraId="1EE1F58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754" w:type="dxa"/>
          </w:tcPr>
          <w:p w14:paraId="5D94B6CC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603" w:type="dxa"/>
          </w:tcPr>
          <w:p w14:paraId="2D3594E4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K_W03 </w:t>
            </w:r>
          </w:p>
          <w:p w14:paraId="7B9DAE10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0045" w:rsidRPr="00183B36" w14:paraId="08CA41A0" w14:textId="77777777" w:rsidTr="00D86158">
        <w:trPr>
          <w:trHeight w:val="98"/>
        </w:trPr>
        <w:tc>
          <w:tcPr>
            <w:tcW w:w="1163" w:type="dxa"/>
          </w:tcPr>
          <w:p w14:paraId="04CD830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754" w:type="dxa"/>
          </w:tcPr>
          <w:p w14:paraId="5B2866E7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procesów stanowienia prawa;</w:t>
            </w:r>
          </w:p>
        </w:tc>
        <w:tc>
          <w:tcPr>
            <w:tcW w:w="1603" w:type="dxa"/>
          </w:tcPr>
          <w:p w14:paraId="38009112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K_W04</w:t>
            </w:r>
          </w:p>
        </w:tc>
      </w:tr>
      <w:tr w:rsidR="003E0045" w:rsidRPr="00183B36" w14:paraId="783FB87A" w14:textId="77777777" w:rsidTr="00D86158">
        <w:trPr>
          <w:trHeight w:val="98"/>
        </w:trPr>
        <w:tc>
          <w:tcPr>
            <w:tcW w:w="1163" w:type="dxa"/>
          </w:tcPr>
          <w:p w14:paraId="524441AF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754" w:type="dxa"/>
          </w:tcPr>
          <w:p w14:paraId="1F98B702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procesów stosowania prawa;</w:t>
            </w:r>
          </w:p>
        </w:tc>
        <w:tc>
          <w:tcPr>
            <w:tcW w:w="1603" w:type="dxa"/>
          </w:tcPr>
          <w:p w14:paraId="40B198CD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3E0045" w:rsidRPr="00183B36" w14:paraId="3F467031" w14:textId="77777777" w:rsidTr="00D86158">
        <w:trPr>
          <w:trHeight w:val="98"/>
        </w:trPr>
        <w:tc>
          <w:tcPr>
            <w:tcW w:w="1163" w:type="dxa"/>
          </w:tcPr>
          <w:p w14:paraId="3F950F84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754" w:type="dxa"/>
          </w:tcPr>
          <w:p w14:paraId="548103B5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</w:tcPr>
          <w:p w14:paraId="74781EE7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K_W06</w:t>
            </w:r>
          </w:p>
        </w:tc>
      </w:tr>
      <w:tr w:rsidR="003E0045" w:rsidRPr="00183B36" w14:paraId="439B2D0E" w14:textId="77777777" w:rsidTr="00D86158">
        <w:trPr>
          <w:trHeight w:val="98"/>
        </w:trPr>
        <w:tc>
          <w:tcPr>
            <w:tcW w:w="1163" w:type="dxa"/>
          </w:tcPr>
          <w:p w14:paraId="0C4ACD6A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754" w:type="dxa"/>
          </w:tcPr>
          <w:p w14:paraId="2CB7052B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603" w:type="dxa"/>
          </w:tcPr>
          <w:p w14:paraId="044E1C2A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K_W07</w:t>
            </w:r>
          </w:p>
        </w:tc>
      </w:tr>
      <w:tr w:rsidR="003E0045" w:rsidRPr="00183B36" w14:paraId="632DEA9F" w14:textId="77777777" w:rsidTr="00D86158">
        <w:trPr>
          <w:trHeight w:val="98"/>
        </w:trPr>
        <w:tc>
          <w:tcPr>
            <w:tcW w:w="1163" w:type="dxa"/>
          </w:tcPr>
          <w:p w14:paraId="331C5BF6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6754" w:type="dxa"/>
          </w:tcPr>
          <w:p w14:paraId="6200B918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zasad i norm etycznych oraz etyki zawodowej;</w:t>
            </w:r>
          </w:p>
        </w:tc>
        <w:tc>
          <w:tcPr>
            <w:tcW w:w="1603" w:type="dxa"/>
          </w:tcPr>
          <w:p w14:paraId="50C9A78F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3E0045" w:rsidRPr="00183B36" w14:paraId="714B1863" w14:textId="77777777" w:rsidTr="00D86158">
        <w:trPr>
          <w:trHeight w:val="98"/>
        </w:trPr>
        <w:tc>
          <w:tcPr>
            <w:tcW w:w="1163" w:type="dxa"/>
          </w:tcPr>
          <w:p w14:paraId="738EAF26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754" w:type="dxa"/>
          </w:tcPr>
          <w:p w14:paraId="43E23965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 xml:space="preserve">Ma pogłębioną wiedzę o historycznej ewolucji i o poglądach na temat instytucji polityczno-prawnych oraz na temat </w:t>
            </w:r>
            <w:r w:rsidRPr="00D86158">
              <w:rPr>
                <w:b w:val="0"/>
              </w:rPr>
              <w:lastRenderedPageBreak/>
              <w:t>procesów i przyczyn zmian zachodzących w zakresie państwa i prawa;</w:t>
            </w:r>
          </w:p>
        </w:tc>
        <w:tc>
          <w:tcPr>
            <w:tcW w:w="1603" w:type="dxa"/>
          </w:tcPr>
          <w:p w14:paraId="58C0A371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K_W10</w:t>
            </w:r>
          </w:p>
        </w:tc>
      </w:tr>
      <w:tr w:rsidR="003E0045" w:rsidRPr="00183B36" w14:paraId="7FBD7763" w14:textId="77777777" w:rsidTr="00D86158">
        <w:trPr>
          <w:trHeight w:val="98"/>
        </w:trPr>
        <w:tc>
          <w:tcPr>
            <w:tcW w:w="1163" w:type="dxa"/>
          </w:tcPr>
          <w:p w14:paraId="68F39535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754" w:type="dxa"/>
          </w:tcPr>
          <w:p w14:paraId="63B00D36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603" w:type="dxa"/>
          </w:tcPr>
          <w:p w14:paraId="73F7AD3A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K_W12</w:t>
            </w:r>
          </w:p>
        </w:tc>
      </w:tr>
      <w:tr w:rsidR="003E0045" w:rsidRPr="00183B36" w14:paraId="13B314F5" w14:textId="77777777" w:rsidTr="00D86158">
        <w:trPr>
          <w:trHeight w:val="98"/>
        </w:trPr>
        <w:tc>
          <w:tcPr>
            <w:tcW w:w="1163" w:type="dxa"/>
          </w:tcPr>
          <w:p w14:paraId="229A11C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754" w:type="dxa"/>
          </w:tcPr>
          <w:p w14:paraId="0BA86F56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ogólne zasady tworzenia i rozwoju form przedsiębiorczości oraz form indywidualnego rozwoju zawodowego</w:t>
            </w:r>
          </w:p>
        </w:tc>
        <w:tc>
          <w:tcPr>
            <w:tcW w:w="1603" w:type="dxa"/>
          </w:tcPr>
          <w:p w14:paraId="57C3F5A1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K_W13</w:t>
            </w:r>
          </w:p>
        </w:tc>
      </w:tr>
      <w:tr w:rsidR="003E0045" w:rsidRPr="00183B36" w14:paraId="07F2027A" w14:textId="77777777" w:rsidTr="00D86158">
        <w:trPr>
          <w:trHeight w:val="98"/>
        </w:trPr>
        <w:tc>
          <w:tcPr>
            <w:tcW w:w="1163" w:type="dxa"/>
          </w:tcPr>
          <w:p w14:paraId="5837AAF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754" w:type="dxa"/>
          </w:tcPr>
          <w:p w14:paraId="6AA65C6E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prawidłowo interpretować i wyjaśniać znaczenie norm i stosunków prawnych;</w:t>
            </w:r>
          </w:p>
        </w:tc>
        <w:tc>
          <w:tcPr>
            <w:tcW w:w="1603" w:type="dxa"/>
          </w:tcPr>
          <w:p w14:paraId="0B34E997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K_U01</w:t>
            </w:r>
          </w:p>
        </w:tc>
      </w:tr>
      <w:tr w:rsidR="003E0045" w:rsidRPr="00183B36" w14:paraId="6DF8B342" w14:textId="77777777" w:rsidTr="00D86158">
        <w:tc>
          <w:tcPr>
            <w:tcW w:w="1163" w:type="dxa"/>
          </w:tcPr>
          <w:p w14:paraId="6A55B3C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754" w:type="dxa"/>
          </w:tcPr>
          <w:p w14:paraId="74DE8845" w14:textId="77777777" w:rsidR="003E0045" w:rsidRPr="00D86158" w:rsidRDefault="0086020A" w:rsidP="00C11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</w:tcPr>
          <w:p w14:paraId="181EBB00" w14:textId="77777777" w:rsidR="003E0045" w:rsidRPr="00D86158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K_U02</w:t>
            </w:r>
          </w:p>
        </w:tc>
      </w:tr>
      <w:tr w:rsidR="003E0045" w:rsidRPr="00183B36" w14:paraId="173C309C" w14:textId="77777777" w:rsidTr="00D86158">
        <w:tc>
          <w:tcPr>
            <w:tcW w:w="1163" w:type="dxa"/>
          </w:tcPr>
          <w:p w14:paraId="7901D70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6754" w:type="dxa"/>
          </w:tcPr>
          <w:p w14:paraId="56A2D852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</w:tcPr>
          <w:p w14:paraId="4051A538" w14:textId="77777777" w:rsidR="003E0045" w:rsidRPr="00D86158" w:rsidRDefault="003E0045" w:rsidP="00E92AE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</w:rPr>
              <w:t>K_U03</w:t>
            </w:r>
          </w:p>
        </w:tc>
      </w:tr>
      <w:tr w:rsidR="003E0045" w:rsidRPr="00183B36" w14:paraId="32C2B915" w14:textId="77777777" w:rsidTr="00D86158">
        <w:tc>
          <w:tcPr>
            <w:tcW w:w="1163" w:type="dxa"/>
          </w:tcPr>
          <w:p w14:paraId="7B218D4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754" w:type="dxa"/>
          </w:tcPr>
          <w:p w14:paraId="513627B3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</w:tcPr>
          <w:p w14:paraId="259DD35F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K_U04</w:t>
            </w:r>
          </w:p>
        </w:tc>
      </w:tr>
      <w:tr w:rsidR="003E0045" w:rsidRPr="00183B36" w14:paraId="39F02738" w14:textId="77777777" w:rsidTr="00D86158">
        <w:tc>
          <w:tcPr>
            <w:tcW w:w="1163" w:type="dxa"/>
          </w:tcPr>
          <w:p w14:paraId="73431EB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754" w:type="dxa"/>
          </w:tcPr>
          <w:p w14:paraId="70FF16C4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603" w:type="dxa"/>
          </w:tcPr>
          <w:p w14:paraId="051962CE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K_U05</w:t>
            </w:r>
          </w:p>
        </w:tc>
      </w:tr>
      <w:tr w:rsidR="003E0045" w:rsidRPr="00183B36" w14:paraId="7E8376EA" w14:textId="77777777" w:rsidTr="00D86158">
        <w:tc>
          <w:tcPr>
            <w:tcW w:w="1163" w:type="dxa"/>
          </w:tcPr>
          <w:p w14:paraId="4D1D538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6754" w:type="dxa"/>
          </w:tcPr>
          <w:p w14:paraId="791A471E" w14:textId="77777777" w:rsidR="003E0045" w:rsidRPr="00D86158" w:rsidRDefault="0086020A" w:rsidP="00625AF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</w:tcPr>
          <w:p w14:paraId="00274B61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K_U06</w:t>
            </w:r>
          </w:p>
        </w:tc>
      </w:tr>
      <w:tr w:rsidR="003E0045" w:rsidRPr="00183B36" w14:paraId="576C837E" w14:textId="77777777" w:rsidTr="00D86158">
        <w:tc>
          <w:tcPr>
            <w:tcW w:w="1163" w:type="dxa"/>
          </w:tcPr>
          <w:p w14:paraId="1475F56F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6754" w:type="dxa"/>
          </w:tcPr>
          <w:p w14:paraId="0C555FF2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03" w:type="dxa"/>
          </w:tcPr>
          <w:p w14:paraId="424E785E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K_U08</w:t>
            </w:r>
          </w:p>
        </w:tc>
      </w:tr>
      <w:tr w:rsidR="003E0045" w:rsidRPr="00183B36" w14:paraId="531684FB" w14:textId="77777777" w:rsidTr="00D86158">
        <w:tc>
          <w:tcPr>
            <w:tcW w:w="1163" w:type="dxa"/>
          </w:tcPr>
          <w:p w14:paraId="78FD4E5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754" w:type="dxa"/>
          </w:tcPr>
          <w:p w14:paraId="28B34A15" w14:textId="77777777" w:rsidR="003E0045" w:rsidRPr="00D86158" w:rsidRDefault="0086020A" w:rsidP="00D146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</w:tcPr>
          <w:p w14:paraId="012DBF74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3E0045" w:rsidRPr="00183B36" w14:paraId="60B472D8" w14:textId="77777777" w:rsidTr="00D86158">
        <w:tc>
          <w:tcPr>
            <w:tcW w:w="1163" w:type="dxa"/>
          </w:tcPr>
          <w:p w14:paraId="21F861B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6754" w:type="dxa"/>
          </w:tcPr>
          <w:p w14:paraId="50CA325A" w14:textId="77777777" w:rsidR="003E0045" w:rsidRPr="00D86158" w:rsidRDefault="0086020A" w:rsidP="003759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</w:tcPr>
          <w:p w14:paraId="77FA845A" w14:textId="77777777" w:rsidR="003E0045" w:rsidRPr="00D86158" w:rsidRDefault="003E0045" w:rsidP="00D1466C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K_U10</w:t>
            </w:r>
          </w:p>
        </w:tc>
      </w:tr>
      <w:tr w:rsidR="003E0045" w:rsidRPr="00183B36" w14:paraId="7C733444" w14:textId="77777777" w:rsidTr="00D86158">
        <w:tc>
          <w:tcPr>
            <w:tcW w:w="1163" w:type="dxa"/>
          </w:tcPr>
          <w:p w14:paraId="05A6B5F1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6754" w:type="dxa"/>
          </w:tcPr>
          <w:p w14:paraId="679EA07C" w14:textId="77777777" w:rsidR="003E0045" w:rsidRPr="00D86158" w:rsidRDefault="0086020A" w:rsidP="0086020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603" w:type="dxa"/>
          </w:tcPr>
          <w:p w14:paraId="4B7FAF41" w14:textId="77777777" w:rsidR="003E0045" w:rsidRPr="00D86158" w:rsidRDefault="003E0045" w:rsidP="003E004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K_U12</w:t>
            </w:r>
          </w:p>
        </w:tc>
      </w:tr>
      <w:tr w:rsidR="003E0045" w:rsidRPr="00183B36" w14:paraId="4B8342A1" w14:textId="77777777" w:rsidTr="00D86158">
        <w:tc>
          <w:tcPr>
            <w:tcW w:w="1163" w:type="dxa"/>
          </w:tcPr>
          <w:p w14:paraId="6AA904DE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6754" w:type="dxa"/>
          </w:tcPr>
          <w:p w14:paraId="712CB5B3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603" w:type="dxa"/>
          </w:tcPr>
          <w:p w14:paraId="5B439A4C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K_U13</w:t>
            </w:r>
          </w:p>
        </w:tc>
      </w:tr>
      <w:tr w:rsidR="003E0045" w:rsidRPr="00183B36" w14:paraId="1F3CAF0D" w14:textId="77777777" w:rsidTr="00D86158">
        <w:tc>
          <w:tcPr>
            <w:tcW w:w="1163" w:type="dxa"/>
          </w:tcPr>
          <w:p w14:paraId="059FFF58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6754" w:type="dxa"/>
          </w:tcPr>
          <w:p w14:paraId="6613992D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603" w:type="dxa"/>
          </w:tcPr>
          <w:p w14:paraId="18E834C2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K_U15</w:t>
            </w:r>
          </w:p>
        </w:tc>
      </w:tr>
      <w:tr w:rsidR="003E0045" w:rsidRPr="003E0045" w14:paraId="64784FDD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3E84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4205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7B3B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K_U17</w:t>
            </w:r>
          </w:p>
        </w:tc>
      </w:tr>
      <w:tr w:rsidR="003E0045" w:rsidRPr="003E0045" w14:paraId="1A05E23C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C26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EK_24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B413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2D11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3E0045" w:rsidRPr="003E0045" w14:paraId="1CAE2444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D157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E3A1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560F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3E0045" w:rsidRPr="003E0045" w14:paraId="0C2B6DD4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FBA0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EK_26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086F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65F6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K_K06</w:t>
            </w:r>
          </w:p>
        </w:tc>
      </w:tr>
      <w:tr w:rsidR="003E0045" w:rsidRPr="003E0045" w14:paraId="10F0CDA5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139" w14:textId="77777777" w:rsidR="003E0045" w:rsidRPr="00183B36" w:rsidRDefault="0086020A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EK_27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854A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2BD8" w14:textId="77777777" w:rsidR="003E0045" w:rsidRPr="00D86158" w:rsidRDefault="0086020A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K_K07</w:t>
            </w:r>
          </w:p>
        </w:tc>
      </w:tr>
      <w:tr w:rsidR="00B5682C" w:rsidRPr="003E0045" w14:paraId="7DE86417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F40F" w14:textId="77777777" w:rsidR="00B5682C" w:rsidRPr="00183B36" w:rsidRDefault="00B5682C" w:rsidP="00860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EK_28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102" w14:textId="77777777" w:rsidR="00B5682C" w:rsidRPr="00D86158" w:rsidRDefault="00B5682C" w:rsidP="00265B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BDFD" w14:textId="77777777" w:rsidR="00B5682C" w:rsidRPr="00D86158" w:rsidRDefault="00B5682C" w:rsidP="00C150C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K_K10</w:t>
            </w:r>
          </w:p>
        </w:tc>
      </w:tr>
    </w:tbl>
    <w:p w14:paraId="5754D25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77C71F" w14:textId="77777777"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EA77D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330C14DE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718953CD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68EAFEC4" w14:textId="77777777" w:rsidTr="004B0E7F">
        <w:tc>
          <w:tcPr>
            <w:tcW w:w="9639" w:type="dxa"/>
          </w:tcPr>
          <w:p w14:paraId="3C60CED1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20E21824" w14:textId="77777777" w:rsidTr="004B0E7F">
        <w:tc>
          <w:tcPr>
            <w:tcW w:w="9639" w:type="dxa"/>
          </w:tcPr>
          <w:p w14:paraId="1A3C930D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4744F4F4" w14:textId="77777777" w:rsidTr="004B0E7F">
        <w:tc>
          <w:tcPr>
            <w:tcW w:w="9639" w:type="dxa"/>
          </w:tcPr>
          <w:p w14:paraId="1CC4DC5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14:paraId="3BCB6E35" w14:textId="77777777" w:rsidTr="004B0E7F">
        <w:tc>
          <w:tcPr>
            <w:tcW w:w="9639" w:type="dxa"/>
          </w:tcPr>
          <w:p w14:paraId="3B761333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14:paraId="3DF458C7" w14:textId="77777777" w:rsidTr="004B0E7F">
        <w:tc>
          <w:tcPr>
            <w:tcW w:w="9639" w:type="dxa"/>
          </w:tcPr>
          <w:p w14:paraId="064FC990" w14:textId="77777777" w:rsidR="00333750" w:rsidRPr="00183B36" w:rsidRDefault="00333750" w:rsidP="00E80C3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14:paraId="000E27FC" w14:textId="77777777" w:rsidTr="004B0E7F">
        <w:tc>
          <w:tcPr>
            <w:tcW w:w="9639" w:type="dxa"/>
          </w:tcPr>
          <w:p w14:paraId="61FE9E5C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1272E0A8" w14:textId="77777777" w:rsidTr="004B0E7F">
        <w:tc>
          <w:tcPr>
            <w:tcW w:w="9639" w:type="dxa"/>
          </w:tcPr>
          <w:p w14:paraId="3A20ABFD" w14:textId="60EA56E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M</w:t>
            </w:r>
            <w:r w:rsidR="00332451">
              <w:rPr>
                <w:rFonts w:ascii="Corbel" w:hAnsi="Corbel"/>
                <w:sz w:val="24"/>
                <w:szCs w:val="24"/>
              </w:rPr>
              <w:t>e</w:t>
            </w:r>
            <w:r w:rsidRPr="00183B36">
              <w:rPr>
                <w:rFonts w:ascii="Corbel" w:hAnsi="Corbel"/>
                <w:sz w:val="24"/>
                <w:szCs w:val="24"/>
              </w:rPr>
              <w:t>dycznie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0307E927" w14:textId="77777777" w:rsidTr="004B0E7F">
        <w:tc>
          <w:tcPr>
            <w:tcW w:w="9639" w:type="dxa"/>
          </w:tcPr>
          <w:p w14:paraId="5C2142AE" w14:textId="77777777"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14:paraId="40042406" w14:textId="77777777" w:rsidTr="004B0E7F">
        <w:tc>
          <w:tcPr>
            <w:tcW w:w="9639" w:type="dxa"/>
          </w:tcPr>
          <w:p w14:paraId="61882BC6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proofErr w:type="spellStart"/>
            <w:r w:rsidRPr="00183B36">
              <w:rPr>
                <w:rFonts w:ascii="Corbel" w:hAnsi="Corbel"/>
                <w:sz w:val="24"/>
                <w:szCs w:val="24"/>
              </w:rPr>
              <w:t>Fukcje</w:t>
            </w:r>
            <w:proofErr w:type="spellEnd"/>
            <w:r w:rsidRPr="00183B36">
              <w:rPr>
                <w:rFonts w:ascii="Corbel" w:hAnsi="Corbel"/>
                <w:sz w:val="24"/>
                <w:szCs w:val="24"/>
              </w:rPr>
              <w:t xml:space="preserve"> pieczy zastępczej. Rodzaje pieczy zastępczej. Ośrodek adopcyjny z piecza zastępcza. Sytuacja 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24E831F1" w14:textId="77777777" w:rsidTr="004B0E7F">
        <w:tc>
          <w:tcPr>
            <w:tcW w:w="9639" w:type="dxa"/>
          </w:tcPr>
          <w:p w14:paraId="79E6C388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33E31AD5" w14:textId="77777777" w:rsidTr="004B0E7F">
        <w:tc>
          <w:tcPr>
            <w:tcW w:w="9639" w:type="dxa"/>
          </w:tcPr>
          <w:p w14:paraId="7AD0B600" w14:textId="77777777"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14:paraId="6AE4CA5C" w14:textId="77777777" w:rsidTr="004B0E7F">
        <w:tc>
          <w:tcPr>
            <w:tcW w:w="9639" w:type="dxa"/>
          </w:tcPr>
          <w:p w14:paraId="2A892889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66342D45" w14:textId="77777777" w:rsidR="005F1CAD" w:rsidRDefault="005F1C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B9A806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3F6FE6F7" w14:textId="77777777" w:rsidR="00E21E7D" w:rsidRPr="00183B36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2FC641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1EA4" w14:textId="77777777" w:rsidR="00E960BB" w:rsidRPr="005F1CAD" w:rsidRDefault="00DC7DE6" w:rsidP="005F1C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1CAD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multimedialną,</w:t>
      </w:r>
      <w:r w:rsidR="005F1CAD" w:rsidRPr="005F1CAD">
        <w:rPr>
          <w:rFonts w:ascii="Corbel" w:hAnsi="Corbel"/>
          <w:smallCaps w:val="0"/>
          <w:szCs w:val="24"/>
        </w:rPr>
        <w:t xml:space="preserve"> </w:t>
      </w:r>
    </w:p>
    <w:p w14:paraId="51DC6F71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AC112E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341BBDFF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54A087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749F1A0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5CBC1B05" w14:textId="77777777" w:rsidTr="00C05F44">
        <w:tc>
          <w:tcPr>
            <w:tcW w:w="1985" w:type="dxa"/>
            <w:vAlign w:val="center"/>
          </w:tcPr>
          <w:p w14:paraId="16B78213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5D777" w14:textId="77902F8D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86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027AB6D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E83B1B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3051B9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83B3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94537" w:rsidRPr="00183B36" w14:paraId="2B66E66F" w14:textId="77777777" w:rsidTr="00C05F44">
        <w:tc>
          <w:tcPr>
            <w:tcW w:w="1985" w:type="dxa"/>
          </w:tcPr>
          <w:p w14:paraId="37656F7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49725AEF" w14:textId="77777777" w:rsidR="00794537" w:rsidRPr="00183B36" w:rsidRDefault="00A03164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94537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431764D5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3840955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22646CA8" w14:textId="77777777" w:rsidTr="00C05F44">
        <w:tc>
          <w:tcPr>
            <w:tcW w:w="1985" w:type="dxa"/>
          </w:tcPr>
          <w:p w14:paraId="25A3012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7970CE72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7ACE6F8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F25A62A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3C3C3169" w14:textId="77777777" w:rsidTr="00C05F44">
        <w:tc>
          <w:tcPr>
            <w:tcW w:w="1985" w:type="dxa"/>
          </w:tcPr>
          <w:p w14:paraId="01A922E1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50ABCDE8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6A0711A6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C3D06D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595F75F4" w14:textId="77777777" w:rsidTr="00C05F44">
        <w:tc>
          <w:tcPr>
            <w:tcW w:w="1985" w:type="dxa"/>
          </w:tcPr>
          <w:p w14:paraId="6C4051A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7A8A2D1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21F0C411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C9E8BA1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48F734FB" w14:textId="77777777" w:rsidTr="00C05F44">
        <w:tc>
          <w:tcPr>
            <w:tcW w:w="1985" w:type="dxa"/>
          </w:tcPr>
          <w:p w14:paraId="3E3D0302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45A936BF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07A6211F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B514CA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56D02503" w14:textId="77777777" w:rsidTr="00C05F44">
        <w:tc>
          <w:tcPr>
            <w:tcW w:w="1985" w:type="dxa"/>
          </w:tcPr>
          <w:p w14:paraId="4EB85A7F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1174A7C3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43548D5A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DBF814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1CEDBF48" w14:textId="77777777" w:rsidTr="00C05F44">
        <w:tc>
          <w:tcPr>
            <w:tcW w:w="1985" w:type="dxa"/>
          </w:tcPr>
          <w:p w14:paraId="0A28CD38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5A558AC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1EB8C470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154CA9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01A952E0" w14:textId="77777777" w:rsidTr="00C05F44">
        <w:tc>
          <w:tcPr>
            <w:tcW w:w="1985" w:type="dxa"/>
          </w:tcPr>
          <w:p w14:paraId="67CFE341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2D4E140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2762003F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5B025D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5AD9206D" w14:textId="77777777" w:rsidTr="00C05F44">
        <w:tc>
          <w:tcPr>
            <w:tcW w:w="1985" w:type="dxa"/>
          </w:tcPr>
          <w:p w14:paraId="57DD08DB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55A99D3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67011C3F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0A591DA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4E6C7853" w14:textId="77777777" w:rsidTr="00C05F44">
        <w:tc>
          <w:tcPr>
            <w:tcW w:w="1985" w:type="dxa"/>
          </w:tcPr>
          <w:p w14:paraId="56BDD355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4B6146A2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6DDF9E20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6C21355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726CA728" w14:textId="77777777" w:rsidTr="00C05F44">
        <w:tc>
          <w:tcPr>
            <w:tcW w:w="1985" w:type="dxa"/>
          </w:tcPr>
          <w:p w14:paraId="3250D6D4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624E523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1B4E198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33F6759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78465E3F" w14:textId="77777777" w:rsidTr="00C05F44">
        <w:tc>
          <w:tcPr>
            <w:tcW w:w="1985" w:type="dxa"/>
          </w:tcPr>
          <w:p w14:paraId="4D55A3F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69800D13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08283A4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A01207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71D1635E" w14:textId="77777777" w:rsidTr="00C05F44">
        <w:tc>
          <w:tcPr>
            <w:tcW w:w="1985" w:type="dxa"/>
          </w:tcPr>
          <w:p w14:paraId="3E9A96D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4B9A7F6A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0116EB44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74C367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021A1504" w14:textId="77777777" w:rsidTr="00C05F44">
        <w:tc>
          <w:tcPr>
            <w:tcW w:w="1985" w:type="dxa"/>
          </w:tcPr>
          <w:p w14:paraId="08DDFC0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471B053E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2A4EDCB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C436F85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DA4E9CF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A7C3F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796D69C1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08601A93" w14:textId="77777777" w:rsidTr="00923D7D">
        <w:tc>
          <w:tcPr>
            <w:tcW w:w="9670" w:type="dxa"/>
          </w:tcPr>
          <w:p w14:paraId="757F0E77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</w:t>
            </w:r>
          </w:p>
          <w:p w14:paraId="265AE717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83C3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BCAE7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3B21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06145121" w14:textId="77777777" w:rsidTr="003E1941">
        <w:tc>
          <w:tcPr>
            <w:tcW w:w="4962" w:type="dxa"/>
            <w:vAlign w:val="center"/>
          </w:tcPr>
          <w:p w14:paraId="78551D8F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5BF008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38D04460" w14:textId="77777777" w:rsidTr="00923D7D">
        <w:tc>
          <w:tcPr>
            <w:tcW w:w="4962" w:type="dxa"/>
          </w:tcPr>
          <w:p w14:paraId="547919F5" w14:textId="65CB0FD4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C902B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E5A3F8" w14:textId="2BCFEAFF" w:rsidR="0085747A" w:rsidRPr="00183B36" w:rsidRDefault="00A03164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183B36" w14:paraId="4A949550" w14:textId="77777777" w:rsidTr="00923D7D">
        <w:tc>
          <w:tcPr>
            <w:tcW w:w="4962" w:type="dxa"/>
          </w:tcPr>
          <w:p w14:paraId="28DBE434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6CE63C1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D593D2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46899742" w14:textId="77777777" w:rsidTr="00923D7D">
        <w:tc>
          <w:tcPr>
            <w:tcW w:w="4962" w:type="dxa"/>
          </w:tcPr>
          <w:p w14:paraId="4130F67A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6C8D0D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56BE052" w14:textId="627706A3" w:rsidR="00C61DC5" w:rsidRPr="00183B36" w:rsidRDefault="00D86158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183B36" w14:paraId="7DC614C2" w14:textId="77777777" w:rsidTr="00923D7D">
        <w:tc>
          <w:tcPr>
            <w:tcW w:w="4962" w:type="dxa"/>
          </w:tcPr>
          <w:p w14:paraId="277CA75A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2D0281" w14:textId="30C78868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86158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183B36" w14:paraId="26C4E81B" w14:textId="77777777" w:rsidTr="00923D7D">
        <w:tc>
          <w:tcPr>
            <w:tcW w:w="4962" w:type="dxa"/>
          </w:tcPr>
          <w:p w14:paraId="33174718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F3DDC" w14:textId="77777777" w:rsidR="0085747A" w:rsidRPr="00183B36" w:rsidRDefault="00A03164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091CB6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F6834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6D76EC" w14:textId="7B8807C3" w:rsidR="0085747A" w:rsidRPr="00183B36" w:rsidRDefault="00D8615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183B36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</w:t>
      </w:r>
    </w:p>
    <w:p w14:paraId="17780205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6BBBBA8C" w14:textId="77777777" w:rsidTr="0071620A">
        <w:trPr>
          <w:trHeight w:val="397"/>
        </w:trPr>
        <w:tc>
          <w:tcPr>
            <w:tcW w:w="3544" w:type="dxa"/>
          </w:tcPr>
          <w:p w14:paraId="71F23BD3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EE0ED3" w14:textId="262D193B" w:rsidR="0085747A" w:rsidRPr="00183B36" w:rsidRDefault="00D861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3B36" w14:paraId="5394F50C" w14:textId="77777777" w:rsidTr="0071620A">
        <w:trPr>
          <w:trHeight w:val="397"/>
        </w:trPr>
        <w:tc>
          <w:tcPr>
            <w:tcW w:w="3544" w:type="dxa"/>
          </w:tcPr>
          <w:p w14:paraId="1BF07D7B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0A8B75" w14:textId="4048C3A9" w:rsidR="0085747A" w:rsidRPr="00183B36" w:rsidRDefault="00D861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489BCC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6091FF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DB59D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05BCF093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7BBD75D0" w14:textId="77777777" w:rsidTr="0071620A">
        <w:trPr>
          <w:trHeight w:val="397"/>
        </w:trPr>
        <w:tc>
          <w:tcPr>
            <w:tcW w:w="7513" w:type="dxa"/>
          </w:tcPr>
          <w:p w14:paraId="3C65F525" w14:textId="4287083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86158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1529C9D" w14:textId="77777777" w:rsidR="00D86158" w:rsidRPr="00D86158" w:rsidRDefault="00D8615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2E7A59B2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26CFBF8F" w14:textId="77777777" w:rsidR="00AC0487" w:rsidRPr="00AC0487" w:rsidRDefault="00AC0487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proofErr w:type="spellStart"/>
            <w:r>
              <w:rPr>
                <w:rFonts w:ascii="Corbel" w:eastAsia="Cambria" w:hAnsi="Corbel"/>
              </w:rPr>
              <w:t>J.M.Łukasiewicz</w:t>
            </w:r>
            <w:proofErr w:type="spellEnd"/>
            <w:r>
              <w:rPr>
                <w:rFonts w:ascii="Corbel" w:eastAsia="Cambria" w:hAnsi="Corbel"/>
              </w:rPr>
              <w:t xml:space="preserve">, </w:t>
            </w:r>
            <w:proofErr w:type="spellStart"/>
            <w:r>
              <w:rPr>
                <w:rFonts w:ascii="Corbel" w:eastAsia="Cambria" w:hAnsi="Corbel"/>
              </w:rPr>
              <w:t>R.Łukasiewicz</w:t>
            </w:r>
            <w:proofErr w:type="spellEnd"/>
            <w:r>
              <w:rPr>
                <w:rFonts w:ascii="Corbel" w:eastAsia="Cambria" w:hAnsi="Corbel"/>
              </w:rPr>
              <w:t xml:space="preserve">, </w:t>
            </w:r>
            <w:r>
              <w:rPr>
                <w:rFonts w:ascii="Corbel" w:eastAsia="Cambria" w:hAnsi="Corbel"/>
                <w:i/>
              </w:rPr>
              <w:t xml:space="preserve">Prawo rodzinne, </w:t>
            </w:r>
            <w:r>
              <w:rPr>
                <w:rFonts w:ascii="Corbel" w:eastAsia="Cambria" w:hAnsi="Corbel"/>
              </w:rPr>
              <w:t>Warszawa 2021</w:t>
            </w:r>
          </w:p>
          <w:p w14:paraId="0AF485C7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proofErr w:type="spellStart"/>
            <w:r w:rsidRPr="00BE5AC8">
              <w:rPr>
                <w:rFonts w:ascii="Corbel" w:eastAsia="Cambria" w:hAnsi="Corbel"/>
              </w:rPr>
              <w:t>J.Ignatowicz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proofErr w:type="spellStart"/>
            <w:r w:rsidRPr="00BE5AC8">
              <w:rPr>
                <w:rFonts w:ascii="Corbel" w:eastAsia="Cambria" w:hAnsi="Corbel"/>
              </w:rPr>
              <w:t>M.Nazar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61BCD8F1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</w:t>
            </w:r>
            <w:proofErr w:type="spellStart"/>
            <w:r w:rsidRPr="00BE5AC8">
              <w:rPr>
                <w:rFonts w:ascii="Corbel" w:eastAsia="Cambria" w:hAnsi="Corbel"/>
              </w:rPr>
              <w:t>Strzebinczyk</w:t>
            </w:r>
            <w:proofErr w:type="spellEnd"/>
            <w:r w:rsidRPr="00BE5AC8">
              <w:rPr>
                <w:rFonts w:ascii="Corbel" w:eastAsia="Cambria" w:hAnsi="Corbel"/>
              </w:rPr>
              <w:t xml:space="preserve">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24DB717D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119D9D62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66AB6B53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59414E3B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396309AC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2776D5F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kodeks postępowania cywilnego z dnia 17 listopada 1964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1964, Nr43, poz.296 ze zm.</w:t>
            </w:r>
          </w:p>
          <w:p w14:paraId="14FB2D5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- Ustawa prawo o aktach stanu cywilnego z dnia 28 listopada 2014 – </w:t>
            </w:r>
            <w:proofErr w:type="spellStart"/>
            <w:r w:rsidRPr="00BE5AC8">
              <w:rPr>
                <w:rFonts w:ascii="Corbel" w:eastAsia="Cambria" w:hAnsi="Corbel"/>
              </w:rPr>
              <w:t>Dz.U.z</w:t>
            </w:r>
            <w:proofErr w:type="spellEnd"/>
            <w:r w:rsidRPr="00BE5AC8">
              <w:rPr>
                <w:rFonts w:ascii="Corbel" w:eastAsia="Cambria" w:hAnsi="Corbel"/>
              </w:rPr>
              <w:t xml:space="preserve"> 2014, poz. 1741 ze zm.</w:t>
            </w:r>
          </w:p>
          <w:p w14:paraId="03071676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41F554A8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3BC664E0" w14:textId="77777777" w:rsidTr="0071620A">
        <w:trPr>
          <w:trHeight w:val="397"/>
        </w:trPr>
        <w:tc>
          <w:tcPr>
            <w:tcW w:w="7513" w:type="dxa"/>
          </w:tcPr>
          <w:p w14:paraId="2E5DBA07" w14:textId="694F183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86158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1A5FCB85" w14:textId="77777777" w:rsidR="00D86158" w:rsidRPr="00D86158" w:rsidRDefault="00D8615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5CB675FC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5ED91D69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4A4A2F51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1B061F07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54E118E6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 xml:space="preserve">, red. G. </w:t>
            </w:r>
            <w:proofErr w:type="spellStart"/>
            <w:r w:rsidRPr="00BE5AC8">
              <w:rPr>
                <w:rFonts w:ascii="Corbel" w:eastAsia="Cambria" w:hAnsi="Corbel"/>
              </w:rPr>
              <w:t>Jędrejek</w:t>
            </w:r>
            <w:proofErr w:type="spellEnd"/>
            <w:r w:rsidRPr="00BE5AC8">
              <w:rPr>
                <w:rFonts w:ascii="Corbel" w:eastAsia="Cambria" w:hAnsi="Corbel"/>
              </w:rPr>
              <w:t>, Warszawa 2017.</w:t>
            </w:r>
          </w:p>
          <w:p w14:paraId="5A8502B9" w14:textId="77777777"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4518ADE8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D4708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EDBD51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624DEE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B2127" w14:textId="77777777" w:rsidR="0015734D" w:rsidRDefault="0015734D" w:rsidP="00C16ABF">
      <w:pPr>
        <w:spacing w:after="0" w:line="240" w:lineRule="auto"/>
      </w:pPr>
      <w:r>
        <w:separator/>
      </w:r>
    </w:p>
  </w:endnote>
  <w:endnote w:type="continuationSeparator" w:id="0">
    <w:p w14:paraId="7F4734F6" w14:textId="77777777" w:rsidR="0015734D" w:rsidRDefault="001573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7E9C0" w14:textId="77777777" w:rsidR="0015734D" w:rsidRDefault="0015734D" w:rsidP="00C16ABF">
      <w:pPr>
        <w:spacing w:after="0" w:line="240" w:lineRule="auto"/>
      </w:pPr>
      <w:r>
        <w:separator/>
      </w:r>
    </w:p>
  </w:footnote>
  <w:footnote w:type="continuationSeparator" w:id="0">
    <w:p w14:paraId="02A69559" w14:textId="77777777" w:rsidR="0015734D" w:rsidRDefault="0015734D" w:rsidP="00C16ABF">
      <w:pPr>
        <w:spacing w:after="0" w:line="240" w:lineRule="auto"/>
      </w:pPr>
      <w:r>
        <w:continuationSeparator/>
      </w:r>
    </w:p>
  </w:footnote>
  <w:footnote w:id="1">
    <w:p w14:paraId="613FDD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7D"/>
    <w:rsid w:val="000048FD"/>
    <w:rsid w:val="000077B4"/>
    <w:rsid w:val="000121C2"/>
    <w:rsid w:val="00015B8F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EFB"/>
    <w:rsid w:val="00124BFF"/>
    <w:rsid w:val="0012560E"/>
    <w:rsid w:val="00127108"/>
    <w:rsid w:val="00134B13"/>
    <w:rsid w:val="00146BC0"/>
    <w:rsid w:val="00153C41"/>
    <w:rsid w:val="00154381"/>
    <w:rsid w:val="0015734D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F2CA2"/>
    <w:rsid w:val="002144C0"/>
    <w:rsid w:val="002211BD"/>
    <w:rsid w:val="0022477D"/>
    <w:rsid w:val="002278A9"/>
    <w:rsid w:val="002336F9"/>
    <w:rsid w:val="0024028F"/>
    <w:rsid w:val="00244ABC"/>
    <w:rsid w:val="002738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CB9"/>
    <w:rsid w:val="00331C11"/>
    <w:rsid w:val="00332451"/>
    <w:rsid w:val="00333750"/>
    <w:rsid w:val="003343CF"/>
    <w:rsid w:val="00346FE9"/>
    <w:rsid w:val="0034759A"/>
    <w:rsid w:val="003503F6"/>
    <w:rsid w:val="003530DD"/>
    <w:rsid w:val="003564BC"/>
    <w:rsid w:val="00363F78"/>
    <w:rsid w:val="0037594C"/>
    <w:rsid w:val="003A0A5B"/>
    <w:rsid w:val="003A1176"/>
    <w:rsid w:val="003C0300"/>
    <w:rsid w:val="003C0BAE"/>
    <w:rsid w:val="003D18A9"/>
    <w:rsid w:val="003D6CE2"/>
    <w:rsid w:val="003E0045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696D"/>
    <w:rsid w:val="00582566"/>
    <w:rsid w:val="00584C12"/>
    <w:rsid w:val="0059484D"/>
    <w:rsid w:val="005A0855"/>
    <w:rsid w:val="005A3196"/>
    <w:rsid w:val="005C080F"/>
    <w:rsid w:val="005C55E5"/>
    <w:rsid w:val="005C696A"/>
    <w:rsid w:val="005E6E85"/>
    <w:rsid w:val="005F1CAD"/>
    <w:rsid w:val="005F2F57"/>
    <w:rsid w:val="005F31D2"/>
    <w:rsid w:val="0061029B"/>
    <w:rsid w:val="0061416B"/>
    <w:rsid w:val="00617230"/>
    <w:rsid w:val="00621CE1"/>
    <w:rsid w:val="00624DEE"/>
    <w:rsid w:val="00625AF6"/>
    <w:rsid w:val="00627FC9"/>
    <w:rsid w:val="00647FA8"/>
    <w:rsid w:val="00650C5F"/>
    <w:rsid w:val="00654934"/>
    <w:rsid w:val="006620D9"/>
    <w:rsid w:val="00671958"/>
    <w:rsid w:val="00675843"/>
    <w:rsid w:val="00675E8B"/>
    <w:rsid w:val="00696477"/>
    <w:rsid w:val="006B758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8"/>
    <w:rsid w:val="007327BD"/>
    <w:rsid w:val="00734608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645B"/>
    <w:rsid w:val="007A6E6E"/>
    <w:rsid w:val="007C3299"/>
    <w:rsid w:val="007C3BCC"/>
    <w:rsid w:val="007C4546"/>
    <w:rsid w:val="007D534A"/>
    <w:rsid w:val="007D6E56"/>
    <w:rsid w:val="007F4155"/>
    <w:rsid w:val="0081554D"/>
    <w:rsid w:val="00815DCE"/>
    <w:rsid w:val="0081707E"/>
    <w:rsid w:val="008449B3"/>
    <w:rsid w:val="0085747A"/>
    <w:rsid w:val="0086020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BC0"/>
    <w:rsid w:val="008D3DFB"/>
    <w:rsid w:val="008E64F4"/>
    <w:rsid w:val="008E68F5"/>
    <w:rsid w:val="008F12C9"/>
    <w:rsid w:val="008F6E29"/>
    <w:rsid w:val="00916188"/>
    <w:rsid w:val="00923D7D"/>
    <w:rsid w:val="00932520"/>
    <w:rsid w:val="009508DF"/>
    <w:rsid w:val="00950DAC"/>
    <w:rsid w:val="00954A07"/>
    <w:rsid w:val="00997F14"/>
    <w:rsid w:val="009A4890"/>
    <w:rsid w:val="009A78D9"/>
    <w:rsid w:val="009B2572"/>
    <w:rsid w:val="009C3E31"/>
    <w:rsid w:val="009C54AE"/>
    <w:rsid w:val="009C788E"/>
    <w:rsid w:val="009E3B41"/>
    <w:rsid w:val="009E6562"/>
    <w:rsid w:val="009F3C5C"/>
    <w:rsid w:val="009F4610"/>
    <w:rsid w:val="00A00ECC"/>
    <w:rsid w:val="00A03164"/>
    <w:rsid w:val="00A155EE"/>
    <w:rsid w:val="00A206FB"/>
    <w:rsid w:val="00A20F7A"/>
    <w:rsid w:val="00A2245B"/>
    <w:rsid w:val="00A23F9F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5B6D"/>
    <w:rsid w:val="00A97DE1"/>
    <w:rsid w:val="00AB053C"/>
    <w:rsid w:val="00AC0487"/>
    <w:rsid w:val="00AD1146"/>
    <w:rsid w:val="00AD27D3"/>
    <w:rsid w:val="00AD66D6"/>
    <w:rsid w:val="00AE1160"/>
    <w:rsid w:val="00AE203C"/>
    <w:rsid w:val="00AE2E74"/>
    <w:rsid w:val="00AE5FCB"/>
    <w:rsid w:val="00AF2C1E"/>
    <w:rsid w:val="00B0509F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5682C"/>
    <w:rsid w:val="00B607DB"/>
    <w:rsid w:val="00B66529"/>
    <w:rsid w:val="00B75946"/>
    <w:rsid w:val="00B8056E"/>
    <w:rsid w:val="00B819C8"/>
    <w:rsid w:val="00B82308"/>
    <w:rsid w:val="00B85B67"/>
    <w:rsid w:val="00B90885"/>
    <w:rsid w:val="00BA4774"/>
    <w:rsid w:val="00BA72E0"/>
    <w:rsid w:val="00BB520A"/>
    <w:rsid w:val="00BC48D7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BE"/>
    <w:rsid w:val="00C94B98"/>
    <w:rsid w:val="00C94C6A"/>
    <w:rsid w:val="00C96B13"/>
    <w:rsid w:val="00CA2B96"/>
    <w:rsid w:val="00CA5089"/>
    <w:rsid w:val="00CA7757"/>
    <w:rsid w:val="00CD165A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74119"/>
    <w:rsid w:val="00D8075B"/>
    <w:rsid w:val="00D86158"/>
    <w:rsid w:val="00D8678B"/>
    <w:rsid w:val="00DA2114"/>
    <w:rsid w:val="00DB1F1A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961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734EA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5476"/>
  <w15:docId w15:val="{1CDC2AED-FFE2-4E32-A2C7-C3F0154B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947AE-2A7A-46EB-8B6F-912EA200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7</Pages>
  <Words>1750</Words>
  <Characters>10505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2022-01-24T09:56:00Z</dcterms:created>
  <dcterms:modified xsi:type="dcterms:W3CDTF">2022-11-29T13:02:00Z</dcterms:modified>
</cp:coreProperties>
</file>